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proofErr w:type="spellStart"/>
      <w:r w:rsidRPr="00986260">
        <w:rPr>
          <w:rStyle w:val="Siln"/>
        </w:rPr>
        <w:t>ZRS</w:t>
      </w:r>
      <w:proofErr w:type="spellEnd"/>
      <w:r w:rsidRPr="00986260">
        <w:rPr>
          <w:rStyle w:val="Siln"/>
        </w:rPr>
        <w:t>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483F2D6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9D50B3" w:rsidRPr="001B0A60">
        <w:rPr>
          <w:rFonts w:ascii="Verdana" w:hAnsi="Verdana"/>
          <w:b/>
          <w:bCs/>
        </w:rPr>
        <w:t xml:space="preserve">Školení a kurzy svařování kovových materiálů OŘ HKR obvod ST </w:t>
      </w:r>
      <w:proofErr w:type="spellStart"/>
      <w:r w:rsidR="007D6A5A">
        <w:rPr>
          <w:rFonts w:ascii="Verdana" w:hAnsi="Verdana"/>
          <w:b/>
          <w:bCs/>
        </w:rPr>
        <w:t>PCE</w:t>
      </w:r>
      <w:proofErr w:type="spellEnd"/>
      <w:r w:rsidR="009D50B3" w:rsidRPr="001B0A60">
        <w:rPr>
          <w:rFonts w:ascii="Verdana" w:hAnsi="Verdana"/>
          <w:b/>
          <w:bCs/>
        </w:rPr>
        <w:t xml:space="preserve"> 2026–2027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 xml:space="preserve">informace, které nemohou být v registru smluv uveřejněny na základě ustanovení § 3 odst. 1 </w:t>
      </w:r>
      <w:proofErr w:type="spellStart"/>
      <w:r w:rsidR="00D45C59" w:rsidRPr="00D45C59">
        <w:rPr>
          <w:rFonts w:eastAsia="Calibri" w:cs="Times New Roman"/>
        </w:rPr>
        <w:t>ZRS</w:t>
      </w:r>
      <w:proofErr w:type="spellEnd"/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</w:t>
            </w:r>
            <w:proofErr w:type="spellStart"/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ZRS</w:t>
            </w:r>
            <w:proofErr w:type="spellEnd"/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7D6A5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7D6A5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7D6A5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 xml:space="preserve">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>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 xml:space="preserve"> a která v důsledku toho bude pro účely uveřejnění smlouvy v registru smluv znečitelněna, pokud by smlouva v důsledku takového označení byla uveřejněna způsobem odporujícím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>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proofErr w:type="spellStart"/>
          <w:r>
            <w:t>www.sprava</w:t>
          </w:r>
          <w:r w:rsidR="007236BA">
            <w:t>zeleznic</w:t>
          </w:r>
          <w:r w:rsidR="00F1715C">
            <w:t>.cz</w:t>
          </w:r>
          <w:proofErr w:type="spellEnd"/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F431" w14:textId="7DE81A0F" w:rsidR="009D50B3" w:rsidRDefault="009D50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32A6EC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C29302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D6A5A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50B3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17C8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452</Words>
  <Characters>2862</Characters>
  <Application>Microsoft Office Word</Application>
  <DocSecurity>0</DocSecurity>
  <Lines>58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2026-01-28T09:04:00Z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